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outlineLvl w:val="0"/>
        <w:rPr>
          <w:rFonts w:ascii="黑体" w:hAnsi="方正小标宋_GBK" w:eastAsia="黑体" w:cs="方正小标宋_GBK"/>
          <w:sz w:val="30"/>
          <w:szCs w:val="30"/>
        </w:rPr>
      </w:pPr>
      <w:bookmarkStart w:id="0" w:name="_GoBack"/>
      <w:bookmarkEnd w:id="0"/>
      <w:r>
        <w:rPr>
          <w:rFonts w:hint="eastAsia" w:ascii="方正小标宋简体" w:eastAsia="方正小标宋简体"/>
          <w:sz w:val="30"/>
          <w:szCs w:val="30"/>
        </w:rPr>
        <w:t>大理州</w:t>
      </w:r>
      <w:r>
        <w:rPr>
          <w:rFonts w:ascii="方正小标宋简体" w:eastAsia="方正小标宋简体"/>
          <w:sz w:val="30"/>
          <w:szCs w:val="30"/>
          <w:lang w:val="en"/>
        </w:rPr>
        <w:t>2023</w:t>
      </w:r>
      <w:r>
        <w:rPr>
          <w:rFonts w:hint="eastAsia" w:ascii="方正小标宋简体" w:eastAsia="方正小标宋简体"/>
          <w:sz w:val="30"/>
          <w:szCs w:val="30"/>
        </w:rPr>
        <w:t>年度</w:t>
      </w:r>
      <w:r>
        <w:rPr>
          <w:rFonts w:ascii="黑体" w:hAnsi="方正小标宋_GBK" w:eastAsia="黑体" w:cs="方正小标宋_GBK"/>
          <w:sz w:val="30"/>
          <w:szCs w:val="30"/>
        </w:rPr>
        <w:t>XXX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同志</w:t>
      </w:r>
      <w:r>
        <w:rPr>
          <w:rFonts w:hint="eastAsia" w:ascii="方正小标宋简体" w:eastAsia="方正小标宋简体"/>
          <w:sz w:val="30"/>
          <w:szCs w:val="30"/>
        </w:rPr>
        <w:t>申报</w:t>
      </w:r>
      <w:r>
        <w:rPr>
          <w:rFonts w:ascii="黑体" w:hAnsi="方正小标宋_GBK" w:eastAsia="黑体" w:cs="方正小标宋_GBK"/>
          <w:sz w:val="30"/>
          <w:szCs w:val="30"/>
        </w:rPr>
        <w:t>XXX</w:t>
      </w:r>
      <w:r>
        <w:rPr>
          <w:rFonts w:hint="eastAsia" w:ascii="黑体" w:hAnsi="方正小标宋_GBK" w:eastAsia="黑体" w:cs="方正小标宋_GBK"/>
          <w:sz w:val="30"/>
          <w:szCs w:val="30"/>
        </w:rPr>
        <w:t>专业技术职称</w:t>
      </w:r>
    </w:p>
    <w:p>
      <w:pPr>
        <w:spacing w:line="400" w:lineRule="exact"/>
        <w:jc w:val="center"/>
        <w:outlineLvl w:val="0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基本情况公示及公示情况报告表</w:t>
      </w:r>
    </w:p>
    <w:p>
      <w:pPr>
        <w:spacing w:line="400" w:lineRule="exact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工作单位及职务：</w:t>
      </w:r>
      <w:r>
        <w:rPr>
          <w:rFonts w:ascii="仿宋_GB2312" w:eastAsia="仿宋_GB2312"/>
          <w:sz w:val="24"/>
        </w:rPr>
        <w:t xml:space="preserve">               </w:t>
      </w:r>
    </w:p>
    <w:p>
      <w:pPr>
        <w:spacing w:line="400" w:lineRule="exact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申报专业技术职称：</w:t>
      </w:r>
      <w:r>
        <w:rPr>
          <w:rFonts w:ascii="仿宋_GB2312" w:eastAsia="仿宋_GB2312"/>
          <w:sz w:val="24"/>
        </w:rPr>
        <w:t xml:space="preserve">                               </w:t>
      </w:r>
      <w:r>
        <w:rPr>
          <w:rFonts w:hint="eastAsia" w:ascii="仿宋_GB2312" w:eastAsia="仿宋_GB2312"/>
          <w:sz w:val="24"/>
        </w:rPr>
        <w:t>专业：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32"/>
        <w:gridCol w:w="271"/>
        <w:gridCol w:w="989"/>
        <w:gridCol w:w="457"/>
        <w:gridCol w:w="1222"/>
        <w:gridCol w:w="1184"/>
        <w:gridCol w:w="1817"/>
        <w:gridCol w:w="58"/>
        <w:gridCol w:w="187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14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9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全日制教育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何时何校何专业毕业</w:t>
            </w:r>
          </w:p>
        </w:tc>
        <w:tc>
          <w:tcPr>
            <w:tcW w:w="379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59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在职教育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何时何校何专业毕业</w:t>
            </w:r>
          </w:p>
        </w:tc>
        <w:tc>
          <w:tcPr>
            <w:tcW w:w="379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专业工作年限</w:t>
            </w:r>
          </w:p>
        </w:tc>
        <w:tc>
          <w:tcPr>
            <w:tcW w:w="17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现职称及取得时间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现聘职称及时间</w:t>
            </w:r>
          </w:p>
        </w:tc>
        <w:tc>
          <w:tcPr>
            <w:tcW w:w="17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现从事专业及行政职务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申报职称及专业</w:t>
            </w:r>
          </w:p>
        </w:tc>
        <w:tc>
          <w:tcPr>
            <w:tcW w:w="17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单位推荐情况：</w:t>
            </w:r>
          </w:p>
        </w:tc>
        <w:tc>
          <w:tcPr>
            <w:tcW w:w="6203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如实填写：推荐方式、参与推荐的人员范围及人数、推荐意见及意见形成情况等内容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restart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履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</w:t>
            </w: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从事专业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承担职务和成果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45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五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绩</w:t>
            </w:r>
          </w:p>
        </w:tc>
        <w:tc>
          <w:tcPr>
            <w:tcW w:w="8652" w:type="dxa"/>
            <w:gridSpan w:val="10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52" w:type="dxa"/>
            <w:gridSpan w:val="10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52" w:type="dxa"/>
            <w:gridSpan w:val="10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52" w:type="dxa"/>
            <w:gridSpan w:val="10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52" w:type="dxa"/>
            <w:gridSpan w:val="10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45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52" w:type="dxa"/>
            <w:gridSpan w:val="10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公示时间</w:t>
            </w:r>
          </w:p>
        </w:tc>
        <w:tc>
          <w:tcPr>
            <w:tcW w:w="792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---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单位公示意见</w:t>
            </w:r>
          </w:p>
        </w:tc>
        <w:tc>
          <w:tcPr>
            <w:tcW w:w="7920" w:type="dxa"/>
            <w:gridSpan w:val="9"/>
            <w:vMerge w:val="restart"/>
          </w:tcPr>
          <w:p>
            <w:pPr>
              <w:spacing w:line="320" w:lineRule="exact"/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经核实，申报人以上材料内容属实，我单位按照要求对申报人员进行公示，公示期间未接到投诉举报或举报内容不实。</w:t>
            </w:r>
          </w:p>
          <w:p>
            <w:pPr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</w:t>
            </w:r>
            <w:r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</w:rPr>
              <w:t>（公章）：</w:t>
            </w: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8" w:type="dxa"/>
            <w:gridSpan w:val="2"/>
            <w:vMerge w:val="continue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20" w:type="dxa"/>
            <w:gridSpan w:val="9"/>
            <w:vMerge w:val="continue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投诉举报电话：</w:t>
      </w:r>
      <w:r>
        <w:rPr>
          <w:rFonts w:ascii="仿宋_GB2312" w:eastAsia="仿宋_GB2312"/>
          <w:sz w:val="24"/>
        </w:rPr>
        <w:t xml:space="preserve">         </w:t>
      </w:r>
      <w:r>
        <w:rPr>
          <w:rFonts w:hint="eastAsia" w:ascii="仿宋_GB2312" w:eastAsia="仿宋_GB2312"/>
          <w:sz w:val="24"/>
        </w:rPr>
        <w:t>（单位）</w:t>
      </w:r>
      <w:r>
        <w:rPr>
          <w:rFonts w:ascii="仿宋_GB2312" w:eastAsia="仿宋_GB2312"/>
          <w:sz w:val="24"/>
        </w:rPr>
        <w:t xml:space="preserve">                      </w:t>
      </w:r>
      <w:r>
        <w:rPr>
          <w:rFonts w:hint="eastAsia" w:ascii="仿宋_GB2312" w:eastAsia="仿宋_GB2312"/>
          <w:sz w:val="24"/>
        </w:rPr>
        <w:t>（主管部门）</w:t>
      </w:r>
    </w:p>
    <w:p>
      <w:pPr>
        <w:ind w:firstLine="1440" w:firstLineChars="600"/>
        <w:outlineLvl w:val="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     </w:t>
      </w:r>
      <w:r>
        <w:rPr>
          <w:rFonts w:hint="eastAsia" w:ascii="仿宋_GB2312" w:eastAsia="仿宋_GB2312"/>
          <w:sz w:val="24"/>
        </w:rPr>
        <w:t>（县市人社局）</w:t>
      </w:r>
      <w:r>
        <w:rPr>
          <w:rFonts w:ascii="仿宋_GB2312" w:eastAsia="仿宋_GB2312"/>
          <w:sz w:val="24"/>
        </w:rPr>
        <w:t xml:space="preserve">         2316322</w:t>
      </w:r>
      <w:r>
        <w:rPr>
          <w:rFonts w:hint="eastAsia" w:ascii="仿宋_GB2312" w:eastAsia="仿宋_GB2312"/>
          <w:sz w:val="24"/>
        </w:rPr>
        <w:t>（大理州人社局）</w:t>
      </w:r>
    </w:p>
    <w:sectPr>
      <w:pgSz w:w="11906" w:h="16838"/>
      <w:pgMar w:top="1440" w:right="1276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3D33"/>
    <w:rsid w:val="00033D33"/>
    <w:rsid w:val="000B24D6"/>
    <w:rsid w:val="002A2F60"/>
    <w:rsid w:val="002A3E96"/>
    <w:rsid w:val="00344190"/>
    <w:rsid w:val="00434656"/>
    <w:rsid w:val="00556AC1"/>
    <w:rsid w:val="006C266F"/>
    <w:rsid w:val="006F5D59"/>
    <w:rsid w:val="007606BE"/>
    <w:rsid w:val="00845402"/>
    <w:rsid w:val="008A1D43"/>
    <w:rsid w:val="00901890"/>
    <w:rsid w:val="009435FD"/>
    <w:rsid w:val="00BE6F6A"/>
    <w:rsid w:val="00C3628E"/>
    <w:rsid w:val="00D62881"/>
    <w:rsid w:val="00D70FAE"/>
    <w:rsid w:val="00D74A3F"/>
    <w:rsid w:val="00DA6E9F"/>
    <w:rsid w:val="00E2741F"/>
    <w:rsid w:val="00EA740D"/>
    <w:rsid w:val="00EE22C3"/>
    <w:rsid w:val="00EF2A63"/>
    <w:rsid w:val="23161288"/>
    <w:rsid w:val="2EE62891"/>
    <w:rsid w:val="303C2C32"/>
    <w:rsid w:val="37DF7C0C"/>
    <w:rsid w:val="42301A32"/>
    <w:rsid w:val="429709CE"/>
    <w:rsid w:val="46CE3704"/>
    <w:rsid w:val="4C907C36"/>
    <w:rsid w:val="6C7B0B9C"/>
    <w:rsid w:val="6DB52532"/>
    <w:rsid w:val="744A1D78"/>
    <w:rsid w:val="BEE739FF"/>
    <w:rsid w:val="DECDFFDF"/>
    <w:rsid w:val="FDDB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locked/>
    <w:uiPriority w:val="99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98</Words>
  <Characters>561</Characters>
  <Lines>4</Lines>
  <Paragraphs>1</Paragraphs>
  <TotalTime>1</TotalTime>
  <ScaleCrop>false</ScaleCrop>
  <LinksUpToDate>false</LinksUpToDate>
  <CharactersWithSpaces>658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2022-05-27T12:34:00Z</dcterms:created>
  <dc:creator>微软用户</dc:creator>
  <cp:lastModifiedBy>user</cp:lastModifiedBy>
  <cp:lastPrinted>2022-06-02T09:40:00Z</cp:lastPrinted>
  <dcterms:modified xsi:type="dcterms:W3CDTF">2023-05-30T15:01:55Z</dcterms:modified>
  <dc:title>大理州2016年度（XXX）同志申报（XXX专业技术职务）基本情况公示及公示情况报告表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